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0BEF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B30BEFE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B30BEF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B30BF00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B30BF01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B30BF0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B30BF03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B30BF0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B30BF05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0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07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B30BF0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B30BF09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B30BF0A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B30BF0B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0C" w14:textId="11204FA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</w:t>
      </w:r>
      <w:r w:rsidR="00BF1467" w:rsidRPr="00D8677E">
        <w:rPr>
          <w:rFonts w:ascii="Arial" w:hAnsi="Arial" w:cs="Arial"/>
          <w:sz w:val="22"/>
          <w:szCs w:val="22"/>
          <w:lang w:val="en-GB"/>
        </w:rPr>
        <w:t>to</w:t>
      </w:r>
      <w:r w:rsidR="00D8677E" w:rsidRPr="00D8677E">
        <w:rPr>
          <w:rFonts w:ascii="Arial" w:hAnsi="Arial" w:cs="Arial"/>
          <w:sz w:val="22"/>
          <w:szCs w:val="22"/>
          <w:lang w:val="en-GB"/>
        </w:rPr>
        <w:t xml:space="preserve"> </w:t>
      </w:r>
      <w:r w:rsidR="00BF1467" w:rsidRPr="00D8677E">
        <w:rPr>
          <w:rFonts w:ascii="Arial" w:hAnsi="Arial" w:cs="Arial"/>
          <w:b/>
          <w:sz w:val="22"/>
          <w:szCs w:val="22"/>
          <w:lang w:val="en-GB"/>
        </w:rPr>
        <w:t>not exceed</w:t>
      </w:r>
      <w:r w:rsidR="00BF1467" w:rsidRPr="00D8677E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D8677E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80/20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B30BF0D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3B30BF0E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0F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B30BF10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B30BF11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B30BF12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B30BF15" w14:textId="77777777" w:rsidTr="00787948">
        <w:tc>
          <w:tcPr>
            <w:tcW w:w="5130" w:type="dxa"/>
            <w:shd w:val="clear" w:color="auto" w:fill="C00000"/>
            <w:vAlign w:val="bottom"/>
          </w:tcPr>
          <w:p w14:paraId="3B30BF13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B30BF14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B30BF18" w14:textId="77777777" w:rsidTr="00787948">
        <w:tc>
          <w:tcPr>
            <w:tcW w:w="5130" w:type="dxa"/>
            <w:shd w:val="clear" w:color="auto" w:fill="auto"/>
            <w:vAlign w:val="bottom"/>
          </w:tcPr>
          <w:p w14:paraId="3B30BF1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B30BF17" w14:textId="257BD238" w:rsidR="00E10C22" w:rsidRPr="00E44F1F" w:rsidRDefault="00D8677E" w:rsidP="00D8677E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3B30BF1B" w14:textId="77777777" w:rsidTr="00787948">
        <w:tc>
          <w:tcPr>
            <w:tcW w:w="5130" w:type="dxa"/>
            <w:shd w:val="clear" w:color="auto" w:fill="auto"/>
            <w:vAlign w:val="bottom"/>
          </w:tcPr>
          <w:p w14:paraId="3B30BF1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3B30BF1A" w14:textId="1A3C7E38" w:rsidR="00E10C22" w:rsidRPr="00E44F1F" w:rsidRDefault="00D8677E" w:rsidP="00D8677E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  <w:bookmarkStart w:id="0" w:name="_GoBack"/>
            <w:bookmarkEnd w:id="0"/>
          </w:p>
        </w:tc>
      </w:tr>
      <w:tr w:rsidR="00E10C22" w:rsidRPr="00E44F1F" w14:paraId="3B30BF1E" w14:textId="77777777" w:rsidTr="00787948">
        <w:tc>
          <w:tcPr>
            <w:tcW w:w="5130" w:type="dxa"/>
            <w:shd w:val="clear" w:color="auto" w:fill="auto"/>
            <w:vAlign w:val="bottom"/>
          </w:tcPr>
          <w:p w14:paraId="3B30BF1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B30BF1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B30BF1F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20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B30BF21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B30BF22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23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24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25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3B30BF26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B30BF27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B30BF28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B30BF29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B30BF2A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B30BF2B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B30BF2C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B30BF2D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B30BF2E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B30BF2F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B30BF30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B30BF31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B30BF32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B30BF33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B30BF34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B30BF35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B30BF36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B30BF37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B30BF38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B30BF39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B30BF3A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B30BF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645010078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B30BFDB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645010079" r:id="rId14"/>
        </w:object>
      </w:r>
    </w:p>
    <w:p w14:paraId="3B30BF3B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B30BF3C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B30BF3D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B30BF3E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B30BF3F" w14:textId="77777777" w:rsidR="000E360D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DC2F5F3" w14:textId="77777777" w:rsidR="00D8677E" w:rsidRDefault="00D8677E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B622951" w14:textId="77777777" w:rsidR="00D8677E" w:rsidRDefault="00D8677E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FD7F18C" w14:textId="77777777" w:rsidR="00D8677E" w:rsidRDefault="00D8677E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A5A81FD" w14:textId="77777777" w:rsidR="00D8677E" w:rsidRDefault="00D8677E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D39C9F5" w14:textId="77777777" w:rsidR="00D8677E" w:rsidRDefault="00D8677E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D05B05E" w14:textId="77777777" w:rsidR="00D8677E" w:rsidRPr="00E44F1F" w:rsidRDefault="00D8677E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40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lastRenderedPageBreak/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B30BF41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B30BF47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B30BF42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B30BF43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B30BF44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B30BF45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B30BF46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B30BF4B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4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B30BF4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B30BF4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B30BF4F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4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B30BF4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B30BF4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B30BF53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5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B30BF51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B30BF5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B30BF57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5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B30BF55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B30BF5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B30BF5B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5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B30BF5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B30BF5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B30BF5F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5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B30BF5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B30BF5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B30BF63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6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B30BF6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B30BF6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B30BF67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6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B30BF6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B30BF6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B30BF6B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B30BF6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B30BF6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B30BF6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B30BF6C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B30BF6D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B30BF6E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B30BF6F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B30BF70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B30BF71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B30BF7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B30BF73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B30BF74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B30BF75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B30BF7A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30BF76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30BF77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30BF78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30BF79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B30BF7B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B30BF7C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B30BF7D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B30BF7E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B30BF7F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B30BF80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B30BF81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B30BF86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30BF82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30BF83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30BF84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30BF85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B30BF87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B30BF88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B30BF8E" w14:textId="77777777" w:rsidTr="00EE688C">
        <w:tc>
          <w:tcPr>
            <w:tcW w:w="7054" w:type="dxa"/>
          </w:tcPr>
          <w:p w14:paraId="3B30BF89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B30BF8A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B30BF8B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B30BF8C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B30BF8D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B30BF92" w14:textId="77777777" w:rsidTr="00EE688C">
        <w:tc>
          <w:tcPr>
            <w:tcW w:w="7054" w:type="dxa"/>
          </w:tcPr>
          <w:p w14:paraId="3B30BF8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B30BF9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9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B30BF96" w14:textId="77777777" w:rsidTr="00EE688C">
        <w:tc>
          <w:tcPr>
            <w:tcW w:w="7054" w:type="dxa"/>
          </w:tcPr>
          <w:p w14:paraId="3B30BF9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who are youth</w:t>
            </w:r>
          </w:p>
        </w:tc>
        <w:tc>
          <w:tcPr>
            <w:tcW w:w="1134" w:type="dxa"/>
          </w:tcPr>
          <w:p w14:paraId="3B30BF9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9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B30BF9A" w14:textId="77777777" w:rsidTr="00EE688C">
        <w:tc>
          <w:tcPr>
            <w:tcW w:w="7054" w:type="dxa"/>
          </w:tcPr>
          <w:p w14:paraId="3B30BF9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B30BF9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9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B30BF9E" w14:textId="77777777" w:rsidTr="00EE688C">
        <w:tc>
          <w:tcPr>
            <w:tcW w:w="7054" w:type="dxa"/>
          </w:tcPr>
          <w:p w14:paraId="3B30BF9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B30BF9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9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B30BFA2" w14:textId="77777777" w:rsidTr="00EE688C">
        <w:tc>
          <w:tcPr>
            <w:tcW w:w="7054" w:type="dxa"/>
          </w:tcPr>
          <w:p w14:paraId="3B30BF9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B30BFA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A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B30BFA6" w14:textId="77777777" w:rsidTr="00EE688C">
        <w:tc>
          <w:tcPr>
            <w:tcW w:w="7054" w:type="dxa"/>
          </w:tcPr>
          <w:p w14:paraId="3B30BFA3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B30BFA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A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B30BFAA" w14:textId="77777777" w:rsidTr="00EE688C">
        <w:tc>
          <w:tcPr>
            <w:tcW w:w="7054" w:type="dxa"/>
          </w:tcPr>
          <w:p w14:paraId="3B30BFA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B30BFA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A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B30BFAC" w14:textId="77777777" w:rsidTr="00B176ED">
        <w:tc>
          <w:tcPr>
            <w:tcW w:w="9322" w:type="dxa"/>
            <w:gridSpan w:val="3"/>
          </w:tcPr>
          <w:p w14:paraId="3B30BFAB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B30BFB0" w14:textId="77777777" w:rsidTr="00EE688C">
        <w:tc>
          <w:tcPr>
            <w:tcW w:w="7054" w:type="dxa"/>
          </w:tcPr>
          <w:p w14:paraId="3B30BFAD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B30BFA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A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B30BFB4" w14:textId="77777777" w:rsidTr="00EE688C">
        <w:tc>
          <w:tcPr>
            <w:tcW w:w="7054" w:type="dxa"/>
          </w:tcPr>
          <w:p w14:paraId="3B30BFB1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B30BFB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B30BFB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B30BFB5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B30BFB6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B30BFB7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B30BFB8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3B30BFB9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3B30BFBA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3B30BFB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B30BFB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B30BFB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B30BFB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B30BFB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B30BFC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B30BFC1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B30BFC2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B30BFC3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B30BFC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B30BFC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B30BFC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B30BFC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B30BFC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3B30BFC9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B30BFCA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CB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3B30BFCC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B30BFCD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B30BFCE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B30BFCF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B30BFD0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B30BFD1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D2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B30BFD3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B30BFD4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B30BFD5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B30BFD6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B30BFD7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B30BFD8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B30BFD9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30BFDC" wp14:editId="3B30BFDD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0BFEA" w14:textId="77777777" w:rsidR="00177DEA" w:rsidRDefault="00177DEA"/>
                          <w:p w14:paraId="3B30BFEB" w14:textId="77777777" w:rsidR="00177DEA" w:rsidRDefault="00177DEA"/>
                          <w:p w14:paraId="3B30BFEC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B30BFED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B30BFE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B30BFEF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3B30BFF0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B30BFF1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B30BFF2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B30BFF3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0BFDC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B30BFEA" w14:textId="77777777" w:rsidR="00177DEA" w:rsidRDefault="00177DEA"/>
                    <w:p w14:paraId="3B30BFEB" w14:textId="77777777" w:rsidR="00177DEA" w:rsidRDefault="00177DEA"/>
                    <w:p w14:paraId="3B30BFEC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B30BFED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B30BFE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B30BFEF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B30BFF0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B30BFF1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B30BFF2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B30BFF3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30BFDE" wp14:editId="3B30BFDF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0BFF4" w14:textId="77777777" w:rsidR="00177DEA" w:rsidRDefault="00177DEA" w:rsidP="00B20874"/>
                          <w:p w14:paraId="3B30BFF5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B30BFF6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B30BFF7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B30BFF8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B30BFF9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0BFDE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B30BFF4" w14:textId="77777777" w:rsidR="00177DEA" w:rsidRDefault="00177DEA" w:rsidP="00B20874"/>
                    <w:p w14:paraId="3B30BFF5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B30BFF6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B30BFF7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B30BFF8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B30BFF9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14EE3" w14:textId="77777777" w:rsidR="006A0F6E" w:rsidRDefault="006A0F6E">
      <w:r>
        <w:separator/>
      </w:r>
    </w:p>
  </w:endnote>
  <w:endnote w:type="continuationSeparator" w:id="0">
    <w:p w14:paraId="0AB9E696" w14:textId="77777777" w:rsidR="006A0F6E" w:rsidRDefault="006A0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0BFE8" w14:textId="5EA6C563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04166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04166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B30BFE9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4FF10" w14:textId="77777777" w:rsidR="006A0F6E" w:rsidRDefault="006A0F6E">
      <w:r>
        <w:separator/>
      </w:r>
    </w:p>
  </w:footnote>
  <w:footnote w:type="continuationSeparator" w:id="0">
    <w:p w14:paraId="1366653E" w14:textId="77777777" w:rsidR="006A0F6E" w:rsidRDefault="006A0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0BFE4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B30BFE5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0BFE6" w14:textId="7F302A2F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4166">
      <w:rPr>
        <w:rStyle w:val="PageNumber"/>
        <w:noProof/>
      </w:rPr>
      <w:t>5</w:t>
    </w:r>
    <w:r>
      <w:rPr>
        <w:rStyle w:val="PageNumber"/>
      </w:rPr>
      <w:fldChar w:fldCharType="end"/>
    </w:r>
  </w:p>
  <w:p w14:paraId="3B30BFE7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A0F6E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166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677E"/>
    <w:rsid w:val="00D87B88"/>
    <w:rsid w:val="00DA6968"/>
    <w:rsid w:val="00DA770A"/>
    <w:rsid w:val="00DB0F24"/>
    <w:rsid w:val="00DE31A6"/>
    <w:rsid w:val="00DF2F5D"/>
    <w:rsid w:val="00DF3EC0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B30BEFD"/>
  <w15:docId w15:val="{16ECC507-BD31-434F-B28D-AC9028E89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1B60-C910-429C-833B-255A0BD4D24B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A5123B-DE39-4211-A8CC-0BED07E71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1230</Words>
  <Characters>7011</Characters>
  <Application>Microsoft Office Word</Application>
  <DocSecurity>6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Sanelisiwe Matthews</cp:lastModifiedBy>
  <cp:revision>2</cp:revision>
  <cp:lastPrinted>2019-07-10T10:42:00Z</cp:lastPrinted>
  <dcterms:created xsi:type="dcterms:W3CDTF">2020-03-06T12:28:00Z</dcterms:created>
  <dcterms:modified xsi:type="dcterms:W3CDTF">2020-03-06T12:28:00Z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